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4CABC1">
      <w:pPr>
        <w:jc w:val="center"/>
        <w:rPr>
          <w:rFonts w:ascii="黑体" w:hAnsi="宋体" w:eastAsia="黑体"/>
          <w:spacing w:val="20"/>
          <w:w w:val="105"/>
          <w:sz w:val="48"/>
          <w:szCs w:val="48"/>
          <w:highlight w:val="none"/>
        </w:rPr>
      </w:pPr>
      <w:r>
        <w:rPr>
          <w:rFonts w:hint="eastAsia" w:ascii="黑体" w:hAnsi="宋体" w:eastAsia="黑体" w:cs="黑体"/>
          <w:sz w:val="48"/>
          <w:szCs w:val="48"/>
          <w:highlight w:val="none"/>
          <w:lang w:eastAsia="zh-CN"/>
        </w:rPr>
        <w:t>2025</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14:paraId="4830F41E">
      <w:pPr>
        <w:rPr>
          <w:rFonts w:ascii="宋体"/>
          <w:b/>
          <w:bCs/>
          <w:highlight w:val="none"/>
        </w:rPr>
      </w:pPr>
      <w:r>
        <w:rPr>
          <w:highlight w:val="none"/>
        </w:rPr>
        <w:pict>
          <v:line id="直线 2" o:spid="_x0000_s1032"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b&#10;x0q00gAAAAYBAAAPAAAAAAAAAAEAIAAAACIAAABkcnMvZG93bnJldi54bWxQSwECFAAUAAAACACH&#10;TuJAaZlN4vEBAADqAwAADgAAAAAAAAABACAAAAAhAQAAZHJzL2Uyb0RvYy54bWxQSwUGAAAAAAYA&#10;BgBZAQAAhAUAAAAA&#10;">
            <v:path arrowok="t"/>
            <v:fill on="f" focussize="0,0"/>
            <v:stroke weight="1pt" color="#800008" joinstyle="round"/>
            <v:imagedata o:title=""/>
            <o:lock v:ext="edit" aspectratio="f"/>
          </v:line>
        </w:pict>
      </w:r>
    </w:p>
    <w:p w14:paraId="0C9BC363">
      <w:pPr>
        <w:rPr>
          <w:rFonts w:ascii="宋体"/>
          <w:i/>
          <w:iCs/>
          <w:highlight w:val="none"/>
        </w:rPr>
      </w:pPr>
    </w:p>
    <w:p w14:paraId="7C3A25B8">
      <w:pPr>
        <w:jc w:val="center"/>
        <w:rPr>
          <w:rFonts w:ascii="宋体"/>
          <w:i/>
          <w:iCs/>
          <w:highlight w:val="none"/>
        </w:rPr>
      </w:pPr>
    </w:p>
    <w:p w14:paraId="6DF8190D">
      <w:pPr>
        <w:jc w:val="center"/>
        <w:rPr>
          <w:rFonts w:ascii="宋体"/>
          <w:i/>
          <w:iCs/>
          <w:highlight w:val="none"/>
        </w:rPr>
      </w:pPr>
    </w:p>
    <w:p w14:paraId="308BDBF1">
      <w:pPr>
        <w:jc w:val="center"/>
        <w:rPr>
          <w:rFonts w:ascii="宋体"/>
          <w:i/>
          <w:iCs/>
          <w:highlight w:val="none"/>
        </w:rPr>
      </w:pPr>
    </w:p>
    <w:p w14:paraId="7F5C26A8">
      <w:pPr>
        <w:jc w:val="center"/>
        <w:rPr>
          <w:rFonts w:ascii="宋体"/>
          <w:i/>
          <w:iCs/>
          <w:highlight w:val="none"/>
        </w:rPr>
      </w:pPr>
    </w:p>
    <w:p w14:paraId="45B4C1A3">
      <w:pPr>
        <w:jc w:val="center"/>
        <w:rPr>
          <w:rFonts w:ascii="宋体"/>
          <w:i/>
          <w:iCs/>
          <w:highlight w:val="none"/>
        </w:rPr>
      </w:pPr>
    </w:p>
    <w:p w14:paraId="3BEC2317">
      <w:pPr>
        <w:jc w:val="center"/>
        <w:rPr>
          <w:rFonts w:ascii="宋体"/>
          <w:i/>
          <w:iCs/>
          <w:highlight w:val="none"/>
        </w:rPr>
      </w:pPr>
    </w:p>
    <w:p w14:paraId="10179D03">
      <w:pPr>
        <w:jc w:val="center"/>
        <w:rPr>
          <w:rFonts w:ascii="宋体"/>
          <w:i/>
          <w:iCs/>
          <w:highlight w:val="none"/>
        </w:rPr>
      </w:pPr>
    </w:p>
    <w:p w14:paraId="3DF09DDA">
      <w:pPr>
        <w:jc w:val="center"/>
        <w:rPr>
          <w:rFonts w:ascii="宋体"/>
          <w:i/>
          <w:iCs/>
          <w:highlight w:val="none"/>
        </w:rPr>
      </w:pPr>
    </w:p>
    <w:p w14:paraId="30926171">
      <w:pPr>
        <w:jc w:val="center"/>
        <w:rPr>
          <w:highlight w:val="none"/>
        </w:rPr>
      </w:pPr>
    </w:p>
    <w:p w14:paraId="6C4C215D">
      <w:pPr>
        <w:jc w:val="center"/>
        <w:rPr>
          <w:highlight w:val="none"/>
        </w:rPr>
      </w:pPr>
    </w:p>
    <w:p w14:paraId="07260507">
      <w:pPr>
        <w:jc w:val="center"/>
        <w:rPr>
          <w:highlight w:val="none"/>
        </w:rPr>
      </w:pPr>
    </w:p>
    <w:p w14:paraId="4A6BBC0F">
      <w:pPr>
        <w:jc w:val="center"/>
        <w:rPr>
          <w:rFonts w:hint="eastAsia" w:eastAsia="宋体"/>
          <w:highlight w:val="none"/>
          <w:lang w:eastAsia="zh-CN"/>
        </w:rPr>
      </w:pPr>
      <w:r>
        <w:rPr>
          <w:rFonts w:hint="eastAsia" w:ascii="黑体" w:hAnsi="宋体" w:eastAsia="黑体" w:cs="黑体"/>
          <w:sz w:val="48"/>
          <w:szCs w:val="48"/>
          <w:highlight w:val="none"/>
          <w:lang w:eastAsia="zh-CN"/>
        </w:rPr>
        <w:t>瓶装液化石油气调压器</w:t>
      </w:r>
    </w:p>
    <w:p w14:paraId="57699562">
      <w:pPr>
        <w:jc w:val="center"/>
        <w:rPr>
          <w:highlight w:val="none"/>
        </w:rPr>
      </w:pPr>
    </w:p>
    <w:p w14:paraId="7B625DD4">
      <w:pPr>
        <w:jc w:val="center"/>
        <w:rPr>
          <w:highlight w:val="none"/>
        </w:rPr>
      </w:pPr>
    </w:p>
    <w:p w14:paraId="1C0A643B">
      <w:pPr>
        <w:jc w:val="center"/>
        <w:rPr>
          <w:highlight w:val="none"/>
        </w:rPr>
      </w:pPr>
    </w:p>
    <w:p w14:paraId="137B4762">
      <w:pPr>
        <w:jc w:val="center"/>
        <w:rPr>
          <w:highlight w:val="none"/>
        </w:rPr>
      </w:pPr>
    </w:p>
    <w:p w14:paraId="659063AB">
      <w:pPr>
        <w:jc w:val="center"/>
        <w:rPr>
          <w:highlight w:val="none"/>
        </w:rPr>
      </w:pPr>
    </w:p>
    <w:p w14:paraId="21D5420B">
      <w:pPr>
        <w:jc w:val="center"/>
        <w:rPr>
          <w:highlight w:val="none"/>
        </w:rPr>
      </w:pPr>
    </w:p>
    <w:p w14:paraId="1F057FD0">
      <w:pPr>
        <w:jc w:val="center"/>
        <w:rPr>
          <w:highlight w:val="none"/>
        </w:rPr>
      </w:pPr>
    </w:p>
    <w:p w14:paraId="7465D12B">
      <w:pPr>
        <w:jc w:val="center"/>
        <w:rPr>
          <w:highlight w:val="none"/>
        </w:rPr>
      </w:pPr>
    </w:p>
    <w:p w14:paraId="0FD3D7C0">
      <w:pPr>
        <w:jc w:val="center"/>
        <w:rPr>
          <w:highlight w:val="none"/>
        </w:rPr>
      </w:pPr>
    </w:p>
    <w:p w14:paraId="4A04BC42">
      <w:pPr>
        <w:rPr>
          <w:highlight w:val="none"/>
        </w:rPr>
      </w:pPr>
    </w:p>
    <w:p w14:paraId="6B91B6FF">
      <w:pPr>
        <w:jc w:val="center"/>
        <w:rPr>
          <w:highlight w:val="none"/>
        </w:rPr>
      </w:pPr>
    </w:p>
    <w:p w14:paraId="40AB571A">
      <w:pPr>
        <w:jc w:val="center"/>
        <w:rPr>
          <w:highlight w:val="none"/>
        </w:rPr>
      </w:pPr>
    </w:p>
    <w:p w14:paraId="4FF1350A">
      <w:pPr>
        <w:jc w:val="center"/>
        <w:rPr>
          <w:highlight w:val="none"/>
        </w:rPr>
      </w:pPr>
    </w:p>
    <w:p w14:paraId="6FC2F429">
      <w:pPr>
        <w:jc w:val="center"/>
        <w:rPr>
          <w:highlight w:val="none"/>
        </w:rPr>
      </w:pPr>
    </w:p>
    <w:p w14:paraId="36E9ADDD">
      <w:pPr>
        <w:pStyle w:val="30"/>
        <w:rPr>
          <w:rFonts w:cs="Times New Roman"/>
          <w:highlight w:val="none"/>
        </w:rPr>
      </w:pPr>
    </w:p>
    <w:p w14:paraId="0BA13807">
      <w:pPr>
        <w:jc w:val="center"/>
        <w:rPr>
          <w:highlight w:val="none"/>
        </w:rPr>
      </w:pPr>
    </w:p>
    <w:p w14:paraId="52304802">
      <w:pPr>
        <w:pStyle w:val="30"/>
        <w:rPr>
          <w:rFonts w:cs="Times New Roman"/>
          <w:highlight w:val="none"/>
        </w:rPr>
      </w:pPr>
    </w:p>
    <w:p w14:paraId="6AB31145">
      <w:pPr>
        <w:rPr>
          <w:rFonts w:ascii="黑体" w:hAnsi="宋体" w:eastAsia="黑体"/>
          <w:sz w:val="28"/>
          <w:szCs w:val="28"/>
          <w:highlight w:val="none"/>
        </w:rPr>
      </w:pPr>
    </w:p>
    <w:p w14:paraId="16271B3C">
      <w:pPr>
        <w:rPr>
          <w:highlight w:val="none"/>
          <w:u w:val="single"/>
        </w:rPr>
      </w:pPr>
      <w:r>
        <w:rPr>
          <w:highlight w:val="none"/>
        </w:rPr>
        <w:pict>
          <v:line id="直线 3" o:spid="_x0000_s1033"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Xy&#10;MvrRAAAABAEAAA8AAAAAAAAAAQAgAAAAIgAAAGRycy9kb3ducmV2LnhtbFBLAQIUABQAAAAIAIdO&#10;4kDnc8rY8QEAAOoDAAAOAAAAAAAAAAEAIAAAACABAABkcnMvZTJvRG9jLnhtbFBLBQYAAAAABgAG&#10;AFkBAACDBQAAAAA=&#10;">
            <v:path arrowok="t"/>
            <v:fill on="f" focussize="0,0"/>
            <v:stroke weight="1pt" color="#800008" joinstyle="round"/>
            <v:imagedata o:title=""/>
            <o:lock v:ext="edit" aspectratio="f"/>
          </v:line>
        </w:pict>
      </w:r>
    </w:p>
    <w:p w14:paraId="5C70F44A">
      <w:pPr>
        <w:jc w:val="center"/>
        <w:rPr>
          <w:rFonts w:hint="eastAsia"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14:paraId="7584935D">
      <w:pPr>
        <w:pStyle w:val="26"/>
        <w:rPr>
          <w:highlight w:val="none"/>
        </w:rPr>
      </w:pPr>
    </w:p>
    <w:p w14:paraId="6C266CA8">
      <w:pPr>
        <w:pStyle w:val="8"/>
        <w:spacing w:line="360" w:lineRule="auto"/>
        <w:jc w:val="center"/>
        <w:rPr>
          <w:rFonts w:hAnsi="宋体" w:cs="Times New Roman"/>
          <w:b/>
          <w:bCs/>
          <w:sz w:val="36"/>
          <w:szCs w:val="36"/>
          <w:highlight w:val="none"/>
        </w:rPr>
      </w:pPr>
      <w:r>
        <w:rPr>
          <w:rFonts w:hint="eastAsia" w:hAnsi="宋体"/>
          <w:b/>
          <w:bCs/>
          <w:spacing w:val="-14"/>
          <w:sz w:val="36"/>
          <w:szCs w:val="36"/>
          <w:highlight w:val="none"/>
          <w:lang w:eastAsia="zh-CN"/>
        </w:rPr>
        <w:t>2025</w:t>
      </w:r>
      <w:r>
        <w:rPr>
          <w:rFonts w:hint="eastAsia" w:hAnsi="宋体"/>
          <w:b/>
          <w:bCs/>
          <w:spacing w:val="-14"/>
          <w:sz w:val="36"/>
          <w:szCs w:val="36"/>
          <w:highlight w:val="none"/>
        </w:rPr>
        <w:t>年莆田市流通领域产品质量</w:t>
      </w:r>
      <w:r>
        <w:rPr>
          <w:rFonts w:hint="eastAsia" w:hAnsi="宋体"/>
          <w:b/>
          <w:bCs/>
          <w:sz w:val="36"/>
          <w:szCs w:val="36"/>
          <w:highlight w:val="none"/>
        </w:rPr>
        <w:t>监督抽查实施细则</w:t>
      </w:r>
    </w:p>
    <w:p w14:paraId="0F828A49">
      <w:pPr>
        <w:spacing w:line="360" w:lineRule="auto"/>
        <w:rPr>
          <w:rFonts w:ascii="黑体" w:hAnsi="宋体" w:eastAsia="黑体"/>
          <w:b/>
          <w:bCs/>
          <w:color w:val="000000"/>
          <w:highlight w:val="none"/>
        </w:rPr>
      </w:pPr>
    </w:p>
    <w:p w14:paraId="787D868B">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highlight w:val="none"/>
        </w:rPr>
        <w:pict>
          <v:shape id="自选图形 4" o:spid="_x0000_s1034"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CztPNQAAAAFAQAADwAAAAAAAAABACAAAAAiAAAAZHJzL2Rvd25yZXYueG1sUEsB&#10;AhQAFAAAAAgAh07iQGC3BbP5AQAA8QMAAA4AAAAAAAAAAQAgAAAAIwEAAGRycy9lMm9Eb2MueG1s&#10;UEsFBgAAAAAGAAYAWQEAAI4FAAAAAA==&#10;">
            <v:path arrowok="t"/>
            <v:fill on="f" focussize="0,0"/>
            <v:stroke color="#000000" joinstyle="round"/>
            <v:imagedata o:title=""/>
            <o:lock v:ext="edit" aspectratio="f"/>
          </v:shape>
        </w:pic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14:paraId="26A175A4">
      <w:pPr>
        <w:keepNext w:val="0"/>
        <w:keepLines w:val="0"/>
        <w:pageBreakBefore w:val="0"/>
        <w:kinsoku/>
        <w:wordWrap/>
        <w:overflowPunct/>
        <w:topLinePunct w:val="0"/>
        <w:autoSpaceDE/>
        <w:autoSpaceDN/>
        <w:bidi w:val="0"/>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hint="eastAsia" w:ascii="宋体" w:hAnsi="宋体" w:cs="宋体"/>
          <w:highlight w:val="none"/>
          <w:lang w:eastAsia="zh-CN"/>
        </w:rPr>
        <w:t>2025</w:t>
      </w:r>
      <w:r>
        <w:rPr>
          <w:rFonts w:hint="eastAsia" w:ascii="宋体" w:hAnsi="宋体" w:cs="宋体"/>
          <w:highlight w:val="none"/>
        </w:rPr>
        <w:t>年莆田市流通领域</w:t>
      </w:r>
      <w:r>
        <w:rPr>
          <w:rFonts w:hint="eastAsia" w:ascii="宋体" w:hAnsi="宋体" w:cs="宋体"/>
          <w:highlight w:val="none"/>
          <w:lang w:eastAsia="zh-CN"/>
        </w:rPr>
        <w:t>瓶装液化石油气调压器</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14:paraId="46717BB6">
      <w:pPr>
        <w:keepNext w:val="0"/>
        <w:keepLines w:val="0"/>
        <w:pageBreakBefore w:val="0"/>
        <w:kinsoku/>
        <w:wordWrap/>
        <w:overflowPunct/>
        <w:topLinePunct w:val="0"/>
        <w:autoSpaceDE/>
        <w:autoSpaceDN/>
        <w:bidi w:val="0"/>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14:paraId="6655245D">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14:paraId="406ABD9F">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lang w:eastAsia="zh-CN"/>
        </w:rPr>
        <w:t>瓶装液化石油气调压器</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14:paraId="015C9830">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1 </w:t>
      </w:r>
      <w:r>
        <w:rPr>
          <w:rFonts w:hint="eastAsia" w:ascii="宋体" w:hAnsi="宋体" w:cs="宋体"/>
          <w:color w:val="000000"/>
          <w:highlight w:val="none"/>
          <w:lang w:eastAsia="zh-CN"/>
        </w:rPr>
        <w:t>瓶装液化石油气调压器</w:t>
      </w:r>
      <w:r>
        <w:rPr>
          <w:rFonts w:hint="eastAsia" w:ascii="宋体" w:hAnsi="宋体" w:cs="宋体"/>
          <w:color w:val="000000"/>
          <w:highlight w:val="none"/>
        </w:rPr>
        <w:t>产品分类</w:t>
      </w:r>
    </w:p>
    <w:tbl>
      <w:tblPr>
        <w:tblStyle w:val="11"/>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14:paraId="7BF47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14:paraId="7FAE75D2">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产品分类</w:t>
            </w:r>
          </w:p>
        </w:tc>
        <w:tc>
          <w:tcPr>
            <w:tcW w:w="4835" w:type="dxa"/>
            <w:noWrap/>
            <w:vAlign w:val="center"/>
          </w:tcPr>
          <w:p w14:paraId="24FFD6A9">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产品范围</w:t>
            </w:r>
          </w:p>
        </w:tc>
      </w:tr>
      <w:tr w14:paraId="3F857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14:paraId="3AC15CB4">
            <w:pPr>
              <w:keepNext w:val="0"/>
              <w:keepLines w:val="0"/>
              <w:pageBreakBefore w:val="0"/>
              <w:kinsoku/>
              <w:wordWrap/>
              <w:overflowPunct/>
              <w:topLinePunct w:val="0"/>
              <w:autoSpaceDE/>
              <w:autoSpaceDN/>
              <w:bidi w:val="0"/>
              <w:spacing w:line="360" w:lineRule="auto"/>
              <w:jc w:val="center"/>
              <w:rPr>
                <w:rFonts w:hint="eastAsia" w:asciiTheme="minorEastAsia" w:hAnsiTheme="minorEastAsia" w:eastAsiaTheme="minorEastAsia" w:cstheme="minorEastAsia"/>
                <w:color w:val="000000"/>
                <w:sz w:val="21"/>
                <w:szCs w:val="21"/>
                <w:highlight w:val="none"/>
              </w:rPr>
            </w:pPr>
            <w:r>
              <w:rPr>
                <w:rFonts w:hint="eastAsia" w:ascii="宋体" w:hAnsi="宋体" w:cs="宋体"/>
                <w:color w:val="000000"/>
                <w:highlight w:val="none"/>
                <w:lang w:val="en-US" w:eastAsia="zh-CN"/>
              </w:rPr>
              <w:t>燃气用具</w:t>
            </w:r>
          </w:p>
        </w:tc>
        <w:tc>
          <w:tcPr>
            <w:tcW w:w="4835" w:type="dxa"/>
            <w:noWrap/>
            <w:vAlign w:val="center"/>
          </w:tcPr>
          <w:p w14:paraId="441F59B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Theme="minorEastAsia" w:hAnsiTheme="minorEastAsia" w:eastAsiaTheme="minorEastAsia" w:cstheme="minorEastAsia"/>
                <w:kern w:val="0"/>
                <w:sz w:val="21"/>
                <w:szCs w:val="21"/>
                <w:highlight w:val="none"/>
                <w:lang w:val="en-US" w:eastAsia="zh-CN"/>
              </w:rPr>
              <w:t>瓶装液化石油气调压器</w:t>
            </w:r>
          </w:p>
        </w:tc>
      </w:tr>
    </w:tbl>
    <w:p w14:paraId="50237250">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14:paraId="6546A262">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14:paraId="008CA72A">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14:paraId="605F78C2">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rPr>
      </w:pPr>
      <w:r>
        <w:rPr>
          <w:rFonts w:hint="eastAsia" w:ascii="宋体" w:hAnsi="宋体" w:cs="宋体"/>
          <w:color w:val="000000"/>
          <w:highlight w:val="none"/>
        </w:rPr>
        <w:t>凡是注日期的文件，其随后所有的修改单（不包括勘误的内容）或修订版不适用于本细则。凡是不注日期的文件，其最新版本适用于本细则。</w:t>
      </w:r>
    </w:p>
    <w:p w14:paraId="6AD03B43">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GB 35844-2018瓶装液化石油气调压器</w:t>
      </w:r>
    </w:p>
    <w:p w14:paraId="16D9A861">
      <w:pPr>
        <w:keepNext w:val="0"/>
        <w:keepLines w:val="0"/>
        <w:pageBreakBefore w:val="0"/>
        <w:kinsoku/>
        <w:wordWrap/>
        <w:overflowPunct/>
        <w:topLinePunct w:val="0"/>
        <w:autoSpaceDE/>
        <w:autoSpaceDN/>
        <w:bidi w:val="0"/>
        <w:snapToGrid w:val="0"/>
        <w:spacing w:line="360" w:lineRule="auto"/>
        <w:ind w:firstLine="359" w:firstLineChars="171"/>
        <w:rPr>
          <w:rFonts w:ascii="宋体"/>
          <w:color w:val="000000"/>
          <w:highlight w:val="none"/>
        </w:rPr>
      </w:pPr>
      <w:r>
        <w:rPr>
          <w:rFonts w:hint="eastAsia" w:ascii="宋体" w:hAnsi="宋体" w:cs="宋体"/>
          <w:color w:val="000000"/>
          <w:highlight w:val="none"/>
        </w:rPr>
        <w:t>相关的法律法规、部门规章和规定</w:t>
      </w:r>
    </w:p>
    <w:p w14:paraId="72B8750C">
      <w:pPr>
        <w:keepNext w:val="0"/>
        <w:keepLines w:val="0"/>
        <w:pageBreakBefore w:val="0"/>
        <w:kinsoku/>
        <w:wordWrap/>
        <w:overflowPunct/>
        <w:topLinePunct w:val="0"/>
        <w:autoSpaceDE/>
        <w:autoSpaceDN/>
        <w:bidi w:val="0"/>
        <w:snapToGrid w:val="0"/>
        <w:spacing w:line="360" w:lineRule="auto"/>
        <w:ind w:firstLine="357" w:firstLineChars="170"/>
        <w:rPr>
          <w:rFonts w:ascii="宋体"/>
          <w:color w:val="000000"/>
          <w:highlight w:val="none"/>
        </w:rPr>
      </w:pPr>
      <w:r>
        <w:rPr>
          <w:rFonts w:hint="eastAsia" w:ascii="宋体" w:hAnsi="宋体" w:cs="宋体"/>
          <w:color w:val="000000"/>
          <w:highlight w:val="none"/>
        </w:rPr>
        <w:t>经网上自我声明公开或备案的现行有效企业标准及产品明示质量要求。</w:t>
      </w:r>
    </w:p>
    <w:p w14:paraId="6A0AD102">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14:paraId="4659B821">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rPr>
        <w:t>　抽样方法</w:t>
      </w:r>
    </w:p>
    <w:p w14:paraId="2B9FA9C0">
      <w:pPr>
        <w:keepNext w:val="0"/>
        <w:keepLines w:val="0"/>
        <w:pageBreakBefore w:val="0"/>
        <w:kinsoku/>
        <w:wordWrap/>
        <w:overflowPunct/>
        <w:topLinePunct w:val="0"/>
        <w:autoSpaceDE/>
        <w:autoSpaceDN/>
        <w:bidi w:val="0"/>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在市场待销产品中，根据产品的销售单元，同一规格、型号、批次的产品。所抽取的产品应是有质量检验合格证明或者以其他形式表明合格的。</w:t>
      </w:r>
    </w:p>
    <w:p w14:paraId="7E708822">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lang w:val="en-US" w:eastAsia="zh-CN"/>
        </w:rPr>
        <w:t>-2008</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14:paraId="28C570A4">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14:paraId="75897E28">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14:paraId="349A56E6">
      <w:pPr>
        <w:keepNext w:val="0"/>
        <w:keepLines w:val="0"/>
        <w:pageBreakBefore w:val="0"/>
        <w:kinsoku/>
        <w:wordWrap/>
        <w:overflowPunct/>
        <w:topLinePunct w:val="0"/>
        <w:autoSpaceDE/>
        <w:autoSpaceDN/>
        <w:bidi w:val="0"/>
        <w:spacing w:line="360" w:lineRule="auto"/>
        <w:rPr>
          <w:rFonts w:hint="eastAsia" w:ascii="宋体" w:hAnsi="宋体" w:eastAsia="宋体" w:cs="宋体"/>
          <w:color w:val="000000"/>
          <w:highlight w:val="none"/>
        </w:rPr>
      </w:pPr>
      <w:r>
        <w:rPr>
          <w:rFonts w:ascii="宋体" w:hAnsi="宋体" w:eastAsia="宋体" w:cs="宋体"/>
          <w:color w:val="000000"/>
          <w:highlight w:val="none"/>
        </w:rPr>
        <w:t>5.3</w:t>
      </w:r>
      <w:r>
        <w:rPr>
          <w:rFonts w:hint="eastAsia" w:ascii="宋体" w:hAnsi="宋体" w:eastAsia="宋体" w:cs="宋体"/>
          <w:color w:val="000000"/>
          <w:highlight w:val="none"/>
        </w:rPr>
        <w:t>　抽样数量</w:t>
      </w:r>
    </w:p>
    <w:p w14:paraId="0A61A048">
      <w:pPr>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000000"/>
          <w:highlight w:val="none"/>
        </w:rPr>
        <w:t>每批次产品抽取样品</w:t>
      </w:r>
      <w:r>
        <w:rPr>
          <w:rFonts w:hint="eastAsia" w:ascii="宋体" w:hAnsi="宋体" w:cs="宋体"/>
          <w:color w:val="000000"/>
          <w:highlight w:val="none"/>
          <w:lang w:val="en-US" w:eastAsia="zh-CN"/>
        </w:rPr>
        <w:t>4只</w:t>
      </w:r>
      <w:r>
        <w:rPr>
          <w:rFonts w:hint="eastAsia" w:ascii="宋体" w:hAnsi="宋体" w:eastAsia="宋体" w:cs="宋体"/>
          <w:color w:val="000000"/>
          <w:highlight w:val="none"/>
        </w:rPr>
        <w:t>，其中</w:t>
      </w:r>
      <w:r>
        <w:rPr>
          <w:rFonts w:hint="eastAsia" w:ascii="宋体" w:hAnsi="宋体" w:cs="宋体"/>
          <w:color w:val="000000"/>
          <w:highlight w:val="none"/>
          <w:lang w:val="en-US" w:eastAsia="zh-CN"/>
        </w:rPr>
        <w:t>2只</w:t>
      </w:r>
      <w:r>
        <w:rPr>
          <w:rFonts w:hint="eastAsia" w:ascii="宋体" w:hAnsi="宋体" w:eastAsia="宋体" w:cs="宋体"/>
          <w:color w:val="000000"/>
          <w:highlight w:val="none"/>
        </w:rPr>
        <w:t>作为检验样品，</w:t>
      </w:r>
      <w:r>
        <w:rPr>
          <w:rFonts w:hint="eastAsia" w:ascii="宋体" w:hAnsi="宋体" w:cs="宋体"/>
          <w:color w:val="000000"/>
          <w:highlight w:val="none"/>
          <w:lang w:val="en-US" w:eastAsia="zh-CN"/>
        </w:rPr>
        <w:t>2只</w:t>
      </w:r>
      <w:r>
        <w:rPr>
          <w:rFonts w:hint="eastAsia" w:ascii="宋体" w:hAnsi="宋体" w:eastAsia="宋体" w:cs="宋体"/>
          <w:color w:val="000000"/>
          <w:highlight w:val="none"/>
        </w:rPr>
        <w:t>作为备用样品。</w:t>
      </w:r>
    </w:p>
    <w:p w14:paraId="4680A3C2">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14:paraId="7BE631A6">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14:paraId="1892546F">
      <w:pPr>
        <w:keepNext w:val="0"/>
        <w:keepLines w:val="0"/>
        <w:pageBreakBefore w:val="0"/>
        <w:kinsoku/>
        <w:wordWrap/>
        <w:overflowPunct/>
        <w:topLinePunct w:val="0"/>
        <w:autoSpaceDE/>
        <w:autoSpaceDN/>
        <w:bidi w:val="0"/>
        <w:spacing w:line="360" w:lineRule="auto"/>
        <w:rPr>
          <w:rFonts w:ascii="宋体"/>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r>
        <w:rPr>
          <w:rFonts w:hint="eastAsia" w:ascii="宋体" w:hAnsi="宋体" w:cs="宋体"/>
          <w:highlight w:val="none"/>
        </w:rPr>
        <w:t>，备用样品放置在被抽检商家。</w:t>
      </w:r>
    </w:p>
    <w:p w14:paraId="064DEA01">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14:paraId="4143229B">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14:paraId="763B0D17">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14:paraId="3956C859">
      <w:pPr>
        <w:pStyle w:val="30"/>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000000"/>
          <w:spacing w:val="0"/>
          <w:kern w:val="2"/>
          <w:sz w:val="21"/>
          <w:szCs w:val="21"/>
          <w:highlight w:val="none"/>
          <w:lang w:val="en-US" w:eastAsia="zh-CN" w:bidi="ar-SA"/>
        </w:rPr>
      </w:pPr>
      <w:r>
        <w:rPr>
          <w:rFonts w:hint="eastAsia" w:ascii="宋体" w:hAnsi="宋体" w:eastAsia="宋体" w:cs="宋体"/>
          <w:color w:val="000000"/>
          <w:spacing w:val="0"/>
          <w:kern w:val="2"/>
          <w:sz w:val="21"/>
          <w:szCs w:val="21"/>
          <w:highlight w:val="none"/>
          <w:lang w:val="en-US" w:eastAsia="zh-CN" w:bidi="ar-SA"/>
        </w:rPr>
        <w:t>检样付费购买，备样由受检单位先行无偿提供。</w:t>
      </w:r>
    </w:p>
    <w:p w14:paraId="09E74604">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rPr>
        <w:t>　注意事项</w:t>
      </w:r>
    </w:p>
    <w:p w14:paraId="7C49DF09">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14:paraId="45B22DE9">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5.7.2</w:t>
      </w:r>
      <w:r>
        <w:rPr>
          <w:rFonts w:hint="eastAsia" w:ascii="宋体" w:hAnsi="宋体" w:cs="宋体"/>
          <w:color w:val="000000"/>
          <w:highlight w:val="none"/>
        </w:rPr>
        <w:t>如果被抽查产品标识信息不全，必须在抽样单上填写该产品的</w:t>
      </w:r>
      <w:r>
        <w:rPr>
          <w:rFonts w:hint="eastAsia" w:ascii="宋体" w:hAnsi="宋体" w:cs="宋体"/>
          <w:highlight w:val="none"/>
        </w:rPr>
        <w:t>技术参数（必要的参数加以说明）等信息</w:t>
      </w:r>
      <w:r>
        <w:rPr>
          <w:rFonts w:hint="eastAsia" w:ascii="宋体" w:hAnsi="宋体" w:cs="宋体"/>
          <w:color w:val="000000"/>
          <w:highlight w:val="none"/>
        </w:rPr>
        <w:t>，并由</w:t>
      </w:r>
      <w:r>
        <w:rPr>
          <w:rFonts w:hint="eastAsia" w:ascii="宋体" w:hAnsi="宋体" w:cs="宋体"/>
          <w:highlight w:val="none"/>
        </w:rPr>
        <w:t>商铺</w:t>
      </w:r>
      <w:r>
        <w:rPr>
          <w:rFonts w:hint="eastAsia" w:ascii="宋体" w:hAnsi="宋体" w:cs="宋体"/>
          <w:color w:val="000000"/>
          <w:highlight w:val="none"/>
        </w:rPr>
        <w:t>盖章或签字确认。</w:t>
      </w:r>
    </w:p>
    <w:p w14:paraId="43276452">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6. </w:t>
      </w:r>
      <w:r>
        <w:rPr>
          <w:rFonts w:hint="eastAsia" w:ascii="黑体" w:hAnsi="宋体" w:eastAsia="黑体" w:cs="黑体"/>
          <w:b/>
          <w:bCs/>
          <w:color w:val="000000"/>
          <w:highlight w:val="none"/>
        </w:rPr>
        <w:t>检验要求</w:t>
      </w:r>
    </w:p>
    <w:p w14:paraId="58451662">
      <w:pPr>
        <w:keepNext w:val="0"/>
        <w:keepLines w:val="0"/>
        <w:pageBreakBefore w:val="0"/>
        <w:kinsoku/>
        <w:wordWrap/>
        <w:overflowPunct/>
        <w:topLinePunct w:val="0"/>
        <w:autoSpaceDE/>
        <w:autoSpaceDN/>
        <w:bidi w:val="0"/>
        <w:spacing w:line="360" w:lineRule="auto"/>
        <w:rPr>
          <w:rFonts w:ascii="宋体"/>
          <w:color w:val="000000"/>
          <w:kern w:val="0"/>
          <w:highlight w:val="none"/>
        </w:rPr>
      </w:pPr>
      <w:r>
        <w:rPr>
          <w:rFonts w:ascii="黑体" w:hAnsi="宋体" w:eastAsia="黑体" w:cs="黑体"/>
          <w:color w:val="000000"/>
          <w:highlight w:val="none"/>
        </w:rPr>
        <w:t xml:space="preserve">6.1 </w:t>
      </w:r>
      <w:r>
        <w:rPr>
          <w:rFonts w:hint="eastAsia" w:ascii="宋体" w:cs="宋体"/>
          <w:color w:val="000000"/>
          <w:highlight w:val="none"/>
        </w:rPr>
        <w:t>检验项目</w:t>
      </w:r>
      <w:r>
        <w:rPr>
          <w:rFonts w:hint="eastAsia" w:cs="宋体"/>
          <w:color w:val="000000"/>
          <w:highlight w:val="none"/>
        </w:rPr>
        <w:t>及重要程度分类</w:t>
      </w:r>
      <w:r>
        <w:rPr>
          <w:rFonts w:hint="eastAsia" w:ascii="宋体" w:cs="宋体"/>
          <w:color w:val="000000"/>
          <w:highlight w:val="none"/>
        </w:rPr>
        <w:t>见表</w:t>
      </w:r>
      <w:r>
        <w:rPr>
          <w:rFonts w:hint="eastAsia" w:ascii="宋体" w:cs="宋体"/>
          <w:color w:val="000000"/>
          <w:highlight w:val="none"/>
          <w:lang w:val="en-US" w:eastAsia="zh-CN"/>
        </w:rPr>
        <w:t>2</w:t>
      </w:r>
      <w:r>
        <w:rPr>
          <w:rFonts w:hint="eastAsia" w:ascii="宋体" w:cs="宋体"/>
          <w:color w:val="000000"/>
          <w:highlight w:val="none"/>
        </w:rPr>
        <w:t>。</w:t>
      </w:r>
    </w:p>
    <w:p w14:paraId="1EE84AE9">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color w:val="auto"/>
          <w:kern w:val="0"/>
          <w:highlight w:val="none"/>
        </w:rPr>
      </w:pPr>
      <w:r>
        <w:rPr>
          <w:rFonts w:hint="eastAsia" w:ascii="宋体" w:hAnsi="宋体" w:eastAsia="宋体" w:cs="宋体"/>
          <w:kern w:val="0"/>
          <w:highlight w:val="none"/>
        </w:rPr>
        <w:t>表</w:t>
      </w:r>
      <w:r>
        <w:rPr>
          <w:rFonts w:hint="eastAsia" w:ascii="宋体" w:cs="宋体"/>
          <w:color w:val="000000"/>
          <w:highlight w:val="none"/>
          <w:lang w:val="en-US" w:eastAsia="zh-CN"/>
        </w:rPr>
        <w:t>2</w:t>
      </w:r>
      <w:bookmarkStart w:id="0" w:name="_GoBack"/>
      <w:r>
        <w:rPr>
          <w:rFonts w:hint="eastAsia" w:ascii="宋体" w:hAnsi="宋体" w:cs="宋体"/>
          <w:color w:val="auto"/>
          <w:kern w:val="0"/>
          <w:highlight w:val="none"/>
          <w:lang w:val="en-US" w:eastAsia="zh-CN"/>
        </w:rPr>
        <w:t>瓶装液化石油气调压器</w:t>
      </w:r>
      <w:r>
        <w:rPr>
          <w:rFonts w:hint="eastAsia" w:ascii="宋体" w:hAnsi="宋体" w:eastAsia="宋体" w:cs="宋体"/>
          <w:color w:val="auto"/>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5713B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220CCE86">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790" w:type="dxa"/>
            <w:noWrap/>
            <w:tcMar>
              <w:top w:w="15" w:type="dxa"/>
              <w:left w:w="15" w:type="dxa"/>
              <w:right w:w="15" w:type="dxa"/>
            </w:tcMar>
            <w:vAlign w:val="center"/>
          </w:tcPr>
          <w:p w14:paraId="75B0FE63">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51AB222C">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35C603D8">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60168C46">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65FEF30C">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3CC74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C900411">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790" w:type="dxa"/>
            <w:shd w:val="clear" w:color="auto" w:fill="auto"/>
            <w:noWrap/>
            <w:tcMar>
              <w:top w:w="15" w:type="dxa"/>
              <w:left w:w="15" w:type="dxa"/>
              <w:right w:w="15" w:type="dxa"/>
            </w:tcMar>
            <w:vAlign w:val="center"/>
          </w:tcPr>
          <w:p w14:paraId="4CE25A3E">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结构一般要求</w:t>
            </w:r>
          </w:p>
        </w:tc>
        <w:tc>
          <w:tcPr>
            <w:tcW w:w="1710" w:type="dxa"/>
            <w:vMerge w:val="restart"/>
            <w:noWrap/>
            <w:tcMar>
              <w:top w:w="15" w:type="dxa"/>
              <w:left w:w="15" w:type="dxa"/>
              <w:right w:w="15" w:type="dxa"/>
            </w:tcMar>
            <w:vAlign w:val="center"/>
          </w:tcPr>
          <w:p w14:paraId="45D17246">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u w:val="none"/>
                <w:lang w:val="en-US" w:eastAsia="zh-CN" w:bidi="ar"/>
              </w:rPr>
              <w:t>GB 35844-2018</w:t>
            </w:r>
            <w:r>
              <w:rPr>
                <w:rFonts w:hint="eastAsia" w:ascii="宋体" w:hAnsi="宋体" w:eastAsia="宋体" w:cs="宋体"/>
                <w:color w:val="auto"/>
                <w:sz w:val="21"/>
                <w:szCs w:val="21"/>
                <w:highlight w:val="none"/>
                <w:lang w:val="en-US" w:eastAsia="zh-CN"/>
              </w:rPr>
              <w:t xml:space="preserve"> </w:t>
            </w:r>
          </w:p>
        </w:tc>
        <w:tc>
          <w:tcPr>
            <w:tcW w:w="1752" w:type="dxa"/>
            <w:noWrap/>
            <w:tcMar>
              <w:top w:w="15" w:type="dxa"/>
              <w:left w:w="15" w:type="dxa"/>
              <w:right w:w="15" w:type="dxa"/>
            </w:tcMar>
            <w:vAlign w:val="center"/>
          </w:tcPr>
          <w:p w14:paraId="26B11A11">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35844-2018</w:t>
            </w:r>
          </w:p>
        </w:tc>
        <w:tc>
          <w:tcPr>
            <w:tcW w:w="978" w:type="dxa"/>
            <w:noWrap/>
            <w:tcMar>
              <w:top w:w="15" w:type="dxa"/>
              <w:left w:w="15" w:type="dxa"/>
              <w:right w:w="15" w:type="dxa"/>
            </w:tcMar>
            <w:vAlign w:val="center"/>
          </w:tcPr>
          <w:p w14:paraId="50A385B2">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66949ECF">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2B8FA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13160E1">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790" w:type="dxa"/>
            <w:shd w:val="clear" w:color="auto" w:fill="auto"/>
            <w:noWrap/>
            <w:tcMar>
              <w:top w:w="15" w:type="dxa"/>
              <w:left w:w="15" w:type="dxa"/>
              <w:right w:w="15" w:type="dxa"/>
            </w:tcMar>
            <w:vAlign w:val="center"/>
          </w:tcPr>
          <w:p w14:paraId="7CE2D9B8">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调压器的接头组件</w:t>
            </w:r>
          </w:p>
        </w:tc>
        <w:tc>
          <w:tcPr>
            <w:tcW w:w="1710" w:type="dxa"/>
            <w:vMerge w:val="continue"/>
            <w:noWrap/>
            <w:tcMar>
              <w:top w:w="15" w:type="dxa"/>
              <w:left w:w="15" w:type="dxa"/>
              <w:right w:w="15" w:type="dxa"/>
            </w:tcMar>
            <w:vAlign w:val="center"/>
          </w:tcPr>
          <w:p w14:paraId="627BF31D">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54175DD3">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35844-2018</w:t>
            </w:r>
          </w:p>
        </w:tc>
        <w:tc>
          <w:tcPr>
            <w:tcW w:w="978" w:type="dxa"/>
            <w:noWrap/>
            <w:tcMar>
              <w:top w:w="15" w:type="dxa"/>
              <w:left w:w="15" w:type="dxa"/>
              <w:right w:w="15" w:type="dxa"/>
            </w:tcMar>
            <w:vAlign w:val="center"/>
          </w:tcPr>
          <w:p w14:paraId="5878DE90">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6B1DC152">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1A6E7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551A22B9">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790" w:type="dxa"/>
            <w:shd w:val="clear" w:color="auto" w:fill="auto"/>
            <w:noWrap/>
            <w:tcMar>
              <w:top w:w="15" w:type="dxa"/>
              <w:left w:w="15" w:type="dxa"/>
              <w:right w:w="15" w:type="dxa"/>
            </w:tcMar>
            <w:vAlign w:val="center"/>
          </w:tcPr>
          <w:p w14:paraId="71329AB7">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外观</w:t>
            </w:r>
          </w:p>
        </w:tc>
        <w:tc>
          <w:tcPr>
            <w:tcW w:w="1710" w:type="dxa"/>
            <w:vMerge w:val="continue"/>
            <w:noWrap/>
            <w:tcMar>
              <w:top w:w="15" w:type="dxa"/>
              <w:left w:w="15" w:type="dxa"/>
              <w:right w:w="15" w:type="dxa"/>
            </w:tcMar>
            <w:vAlign w:val="center"/>
          </w:tcPr>
          <w:p w14:paraId="0F1D1A46">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5D18AA9B">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35844-2018</w:t>
            </w:r>
          </w:p>
        </w:tc>
        <w:tc>
          <w:tcPr>
            <w:tcW w:w="978" w:type="dxa"/>
            <w:noWrap/>
            <w:tcMar>
              <w:top w:w="15" w:type="dxa"/>
              <w:left w:w="15" w:type="dxa"/>
              <w:right w:w="15" w:type="dxa"/>
            </w:tcMar>
            <w:vAlign w:val="center"/>
          </w:tcPr>
          <w:p w14:paraId="34BCF521">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3083A1B9">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21810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7C41E7C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7194D79B">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气密性</w:t>
            </w:r>
          </w:p>
        </w:tc>
        <w:tc>
          <w:tcPr>
            <w:tcW w:w="1710" w:type="dxa"/>
            <w:vMerge w:val="continue"/>
            <w:noWrap/>
            <w:tcMar>
              <w:top w:w="15" w:type="dxa"/>
              <w:left w:w="15" w:type="dxa"/>
              <w:right w:w="15" w:type="dxa"/>
            </w:tcMar>
            <w:vAlign w:val="center"/>
          </w:tcPr>
          <w:p w14:paraId="1B15B6D1">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1AD22102">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35844-2018</w:t>
            </w:r>
          </w:p>
        </w:tc>
        <w:tc>
          <w:tcPr>
            <w:tcW w:w="978" w:type="dxa"/>
            <w:noWrap/>
            <w:tcMar>
              <w:top w:w="15" w:type="dxa"/>
              <w:left w:w="15" w:type="dxa"/>
              <w:right w:w="15" w:type="dxa"/>
            </w:tcMar>
            <w:vAlign w:val="center"/>
          </w:tcPr>
          <w:p w14:paraId="2D304165">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1F64B58C">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2EF20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78F94F7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39E4308F">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关闭压力</w:t>
            </w:r>
          </w:p>
        </w:tc>
        <w:tc>
          <w:tcPr>
            <w:tcW w:w="1710" w:type="dxa"/>
            <w:vMerge w:val="continue"/>
            <w:noWrap/>
            <w:tcMar>
              <w:top w:w="15" w:type="dxa"/>
              <w:left w:w="15" w:type="dxa"/>
              <w:right w:w="15" w:type="dxa"/>
            </w:tcMar>
            <w:vAlign w:val="center"/>
          </w:tcPr>
          <w:p w14:paraId="3E1DFDE3">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67DE3433">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35844-2018</w:t>
            </w:r>
          </w:p>
        </w:tc>
        <w:tc>
          <w:tcPr>
            <w:tcW w:w="978" w:type="dxa"/>
            <w:noWrap/>
            <w:tcMar>
              <w:top w:w="15" w:type="dxa"/>
              <w:left w:w="15" w:type="dxa"/>
              <w:right w:w="15" w:type="dxa"/>
            </w:tcMar>
            <w:vAlign w:val="center"/>
          </w:tcPr>
          <w:p w14:paraId="180E73DC">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56FB7500">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1A5C9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9123DF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w:t>
            </w:r>
          </w:p>
        </w:tc>
        <w:tc>
          <w:tcPr>
            <w:tcW w:w="2790" w:type="dxa"/>
            <w:shd w:val="clear" w:color="auto" w:fill="auto"/>
            <w:noWrap/>
            <w:tcMar>
              <w:top w:w="15" w:type="dxa"/>
              <w:left w:w="15" w:type="dxa"/>
              <w:right w:w="15" w:type="dxa"/>
            </w:tcMar>
            <w:vAlign w:val="center"/>
          </w:tcPr>
          <w:p w14:paraId="4CF19F34">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出口压力</w:t>
            </w:r>
          </w:p>
        </w:tc>
        <w:tc>
          <w:tcPr>
            <w:tcW w:w="1710" w:type="dxa"/>
            <w:vMerge w:val="continue"/>
            <w:noWrap/>
            <w:tcMar>
              <w:top w:w="15" w:type="dxa"/>
              <w:left w:w="15" w:type="dxa"/>
              <w:right w:w="15" w:type="dxa"/>
            </w:tcMar>
            <w:vAlign w:val="center"/>
          </w:tcPr>
          <w:p w14:paraId="73BCB064">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59602FAC">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35844-2018</w:t>
            </w:r>
          </w:p>
        </w:tc>
        <w:tc>
          <w:tcPr>
            <w:tcW w:w="978" w:type="dxa"/>
            <w:noWrap/>
            <w:tcMar>
              <w:top w:w="15" w:type="dxa"/>
              <w:left w:w="15" w:type="dxa"/>
              <w:right w:w="15" w:type="dxa"/>
            </w:tcMar>
            <w:vAlign w:val="center"/>
          </w:tcPr>
          <w:p w14:paraId="1BAC1332">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405CB9A8">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23B59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0F5B62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7</w:t>
            </w:r>
          </w:p>
        </w:tc>
        <w:tc>
          <w:tcPr>
            <w:tcW w:w="2790" w:type="dxa"/>
            <w:shd w:val="clear" w:color="auto" w:fill="auto"/>
            <w:noWrap/>
            <w:tcMar>
              <w:top w:w="15" w:type="dxa"/>
              <w:left w:w="15" w:type="dxa"/>
              <w:right w:w="15" w:type="dxa"/>
            </w:tcMar>
            <w:vAlign w:val="center"/>
          </w:tcPr>
          <w:p w14:paraId="6E686F53">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机械强度-耐冲击性</w:t>
            </w:r>
          </w:p>
        </w:tc>
        <w:tc>
          <w:tcPr>
            <w:tcW w:w="1710" w:type="dxa"/>
            <w:vMerge w:val="continue"/>
            <w:noWrap/>
            <w:tcMar>
              <w:top w:w="15" w:type="dxa"/>
              <w:left w:w="15" w:type="dxa"/>
              <w:right w:w="15" w:type="dxa"/>
            </w:tcMar>
            <w:vAlign w:val="center"/>
          </w:tcPr>
          <w:p w14:paraId="272D0D28">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1D3EB86E">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35844-2018</w:t>
            </w:r>
          </w:p>
        </w:tc>
        <w:tc>
          <w:tcPr>
            <w:tcW w:w="978" w:type="dxa"/>
            <w:noWrap/>
            <w:tcMar>
              <w:top w:w="15" w:type="dxa"/>
              <w:left w:w="15" w:type="dxa"/>
              <w:right w:w="15" w:type="dxa"/>
            </w:tcMar>
            <w:vAlign w:val="center"/>
          </w:tcPr>
          <w:p w14:paraId="5C5EB855">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10500BDA">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08C3D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1EA118FA">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449D11BE">
            <w:pPr>
              <w:keepNext w:val="0"/>
              <w:keepLines w:val="0"/>
              <w:pageBreakBefore w:val="0"/>
              <w:kinsoku/>
              <w:wordWrap/>
              <w:overflowPunct/>
              <w:topLinePunct w:val="0"/>
              <w:autoSpaceDE/>
              <w:autoSpaceDN/>
              <w:bidi w:val="0"/>
              <w:spacing w:line="24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0E2F6499">
      <w:pPr>
        <w:keepNext w:val="0"/>
        <w:keepLines w:val="0"/>
        <w:pageBreakBefore w:val="0"/>
        <w:kinsoku/>
        <w:wordWrap/>
        <w:overflowPunct/>
        <w:topLinePunct w:val="0"/>
        <w:autoSpaceDE/>
        <w:autoSpaceDN/>
        <w:bidi w:val="0"/>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注：</w:t>
      </w:r>
    </w:p>
    <w:p w14:paraId="578E16FA">
      <w:pPr>
        <w:keepNext w:val="0"/>
        <w:keepLines w:val="0"/>
        <w:pageBreakBefore w:val="0"/>
        <w:kinsoku/>
        <w:wordWrap/>
        <w:overflowPunct/>
        <w:topLinePunct w:val="0"/>
        <w:autoSpaceDE/>
        <w:autoSpaceDN/>
        <w:bidi w:val="0"/>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①极重要质量项目是指直接涉及人体健康、使用安全的指标；重要质量项目是指产品涉及环保、能效、关键性能或特征值的指标。</w:t>
      </w:r>
    </w:p>
    <w:bookmarkEnd w:id="0"/>
    <w:p w14:paraId="1345B5B5">
      <w:pPr>
        <w:keepNext w:val="0"/>
        <w:keepLines w:val="0"/>
        <w:pageBreakBefore w:val="0"/>
        <w:kinsoku/>
        <w:wordWrap/>
        <w:overflowPunct/>
        <w:topLinePunct w:val="0"/>
        <w:autoSpaceDE/>
        <w:autoSpaceDN/>
        <w:bidi w:val="0"/>
        <w:snapToGrid w:val="0"/>
        <w:spacing w:line="360" w:lineRule="auto"/>
        <w:ind w:firstLine="360" w:firstLineChars="200"/>
        <w:rPr>
          <w:rFonts w:ascii="宋体"/>
          <w:sz w:val="18"/>
          <w:szCs w:val="18"/>
          <w:highlight w:val="none"/>
        </w:rPr>
      </w:pPr>
      <w:r>
        <w:rPr>
          <w:rFonts w:hint="eastAsia" w:ascii="宋体" w:hAnsi="宋体" w:cs="宋体"/>
          <w:sz w:val="18"/>
          <w:szCs w:val="18"/>
          <w:highlight w:val="none"/>
        </w:rPr>
        <w:t>②上表所列检验项目是有关法律法规、标准等规定的，重点涉及健康、安全、节能、环保以及消费者、有关组织反映有质量问题的重要项目。</w:t>
      </w:r>
    </w:p>
    <w:p w14:paraId="48348B2C">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6.2</w:t>
      </w:r>
      <w:r>
        <w:rPr>
          <w:rFonts w:hint="eastAsia" w:ascii="黑体" w:hAnsi="宋体" w:eastAsia="黑体" w:cs="黑体"/>
          <w:b/>
          <w:bCs/>
          <w:color w:val="000000"/>
          <w:highlight w:val="none"/>
        </w:rPr>
        <w:t>检验应注意的问题</w:t>
      </w:r>
    </w:p>
    <w:p w14:paraId="097BBAA6">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 xml:space="preserve">6.2.1 </w:t>
      </w:r>
      <w:r>
        <w:rPr>
          <w:rFonts w:hint="eastAsia" w:hAnsi="宋体"/>
          <w:color w:val="000000"/>
          <w:highlight w:val="none"/>
        </w:rPr>
        <w:t>取样要求</w:t>
      </w:r>
    </w:p>
    <w:p w14:paraId="4BF7756F">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若被检产品明示的质量要求低于本细则中检验项目依据的强制性标准要求时，应按照强制性标准要求判定。</w:t>
      </w:r>
    </w:p>
    <w:p w14:paraId="041C9B60">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若被检产品明示的质量要求低于或包含细则中检验项目依据的推荐性标准要求时，应以被检产品明示的质量要求判定。</w:t>
      </w:r>
    </w:p>
    <w:p w14:paraId="3BE4403D">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若被检产品明示的质量要求缺少本细则中检验项目依据的强制性标准要求时，应按照强制性标准要求判定。</w:t>
      </w:r>
    </w:p>
    <w:p w14:paraId="1D7E625F">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若被检产品明示的质量要求缺少本细则中检验项目依据的推荐性标准要求时，该项目不参与判定，但应在检验报告备注中进行说明。</w:t>
      </w:r>
    </w:p>
    <w:p w14:paraId="50C61143">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7.</w:t>
      </w:r>
      <w:r>
        <w:rPr>
          <w:rFonts w:hint="eastAsia" w:ascii="黑体" w:hAnsi="宋体" w:eastAsia="黑体" w:cs="黑体"/>
          <w:b/>
          <w:bCs/>
          <w:color w:val="000000"/>
          <w:highlight w:val="none"/>
        </w:rPr>
        <w:t>判定原则</w:t>
      </w:r>
    </w:p>
    <w:p w14:paraId="2521FF8C">
      <w:pPr>
        <w:keepNext w:val="0"/>
        <w:keepLines w:val="0"/>
        <w:pageBreakBefore w:val="0"/>
        <w:kinsoku/>
        <w:wordWrap/>
        <w:overflowPunct/>
        <w:topLinePunct w:val="0"/>
        <w:autoSpaceDE/>
        <w:autoSpaceDN/>
        <w:bidi w:val="0"/>
        <w:spacing w:beforeLines="50" w:afterLines="50" w:line="360" w:lineRule="auto"/>
        <w:rPr>
          <w:rFonts w:ascii="宋体"/>
          <w:color w:val="000000"/>
          <w:highlight w:val="none"/>
        </w:rPr>
      </w:pPr>
      <w:r>
        <w:rPr>
          <w:rFonts w:ascii="宋体" w:hAnsi="宋体" w:cs="宋体"/>
          <w:color w:val="000000"/>
          <w:highlight w:val="none"/>
        </w:rPr>
        <w:t xml:space="preserve">7.1 </w:t>
      </w:r>
      <w:r>
        <w:rPr>
          <w:rFonts w:hint="eastAsia" w:ascii="宋体" w:hAnsi="宋体" w:cs="宋体"/>
          <w:color w:val="000000"/>
          <w:highlight w:val="none"/>
        </w:rPr>
        <w:t>判定原则</w:t>
      </w:r>
    </w:p>
    <w:p w14:paraId="4F069EE2">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000000"/>
          <w:highlight w:val="none"/>
        </w:rPr>
        <w:t>；检验项目中任一项或一项以上不合格，判定为被抽查产品不合格。当产品存在</w:t>
      </w:r>
      <w:r>
        <w:rPr>
          <w:rFonts w:ascii="宋体" w:hAnsi="宋体" w:cs="宋体"/>
          <w:color w:val="000000"/>
          <w:highlight w:val="none"/>
        </w:rPr>
        <w:t>A</w:t>
      </w:r>
      <w:r>
        <w:rPr>
          <w:rFonts w:hint="eastAsia" w:ascii="宋体" w:hAnsi="宋体" w:cs="宋体"/>
          <w:color w:val="000000"/>
          <w:highlight w:val="none"/>
        </w:rPr>
        <w:t>类项目不合格时，属于严重不合格。</w:t>
      </w:r>
    </w:p>
    <w:p w14:paraId="6AFE1950">
      <w:pPr>
        <w:keepNext w:val="0"/>
        <w:keepLines w:val="0"/>
        <w:pageBreakBefore w:val="0"/>
        <w:kinsoku/>
        <w:wordWrap/>
        <w:overflowPunct/>
        <w:topLinePunct w:val="0"/>
        <w:autoSpaceDE/>
        <w:autoSpaceDN/>
        <w:bidi w:val="0"/>
        <w:snapToGrid w:val="0"/>
        <w:spacing w:line="360" w:lineRule="auto"/>
        <w:rPr>
          <w:rFonts w:ascii="宋体"/>
          <w:color w:val="000000"/>
          <w:highlight w:val="none"/>
        </w:rPr>
      </w:pPr>
      <w:r>
        <w:rPr>
          <w:rFonts w:ascii="宋体" w:hAnsi="宋体" w:cs="宋体"/>
          <w:color w:val="000000"/>
          <w:highlight w:val="none"/>
        </w:rPr>
        <w:t>7.2</w:t>
      </w:r>
      <w:r>
        <w:rPr>
          <w:rFonts w:hint="eastAsia" w:ascii="宋体" w:hAnsi="宋体" w:cs="宋体"/>
          <w:color w:val="000000"/>
          <w:highlight w:val="none"/>
        </w:rPr>
        <w:t>检验结论用语</w:t>
      </w:r>
    </w:p>
    <w:p w14:paraId="300C1EAC">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cs="宋体"/>
          <w:color w:val="000000"/>
          <w:highlight w:val="none"/>
        </w:rPr>
        <w:t>经抽样检验，所检项目符合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瓶装液化石油气调压器</w:t>
      </w:r>
      <w:r>
        <w:rPr>
          <w:rFonts w:hint="eastAsia" w:ascii="宋体" w:hAnsi="宋体" w:cs="宋体"/>
          <w:highlight w:val="none"/>
        </w:rPr>
        <w:t>）》，判定为被抽查产品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highlight w:val="none"/>
        </w:rPr>
        <w:t>；</w:t>
      </w:r>
    </w:p>
    <w:p w14:paraId="4F8A1B40">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瓶装液化石油气调压器</w:t>
      </w:r>
      <w:r>
        <w:rPr>
          <w:rFonts w:hint="eastAsia" w:ascii="宋体" w:hAnsi="宋体" w:cs="宋体"/>
          <w:highlight w:val="none"/>
        </w:rPr>
        <w:t>）》，判定为被抽查产品不合格；</w:t>
      </w:r>
    </w:p>
    <w:p w14:paraId="3EE97AF1">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color w:val="000000"/>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瓶装液化石油气调压器</w:t>
      </w:r>
      <w:r>
        <w:rPr>
          <w:rFonts w:hint="eastAsia" w:ascii="宋体" w:hAnsi="宋体" w:cs="宋体"/>
          <w:highlight w:val="none"/>
        </w:rPr>
        <w:t>）》，判定为被抽查产品不合格，属于严重不合格</w:t>
      </w:r>
      <w:r>
        <w:rPr>
          <w:rFonts w:hint="eastAsia" w:ascii="宋体" w:hAnsi="宋体" w:cs="宋体"/>
          <w:color w:val="000000"/>
          <w:highlight w:val="none"/>
        </w:rPr>
        <w:t>。</w:t>
      </w:r>
    </w:p>
    <w:p w14:paraId="4908F763">
      <w:pPr>
        <w:keepNext w:val="0"/>
        <w:keepLines w:val="0"/>
        <w:pageBreakBefore w:val="0"/>
        <w:kinsoku/>
        <w:wordWrap/>
        <w:overflowPunct/>
        <w:topLinePunct w:val="0"/>
        <w:autoSpaceDE/>
        <w:autoSpaceDN/>
        <w:bidi w:val="0"/>
        <w:spacing w:beforeLines="50" w:afterLines="50" w:line="360" w:lineRule="auto"/>
        <w:rPr>
          <w:rFonts w:ascii="黑体" w:hAnsi="宋体" w:eastAsia="黑体"/>
          <w:b/>
          <w:bCs/>
          <w:color w:val="000000"/>
          <w:highlight w:val="none"/>
        </w:rPr>
      </w:pPr>
      <w:r>
        <w:rPr>
          <w:rFonts w:ascii="黑体" w:hAnsi="宋体" w:eastAsia="黑体" w:cs="黑体"/>
          <w:b/>
          <w:bCs/>
          <w:color w:val="000000"/>
          <w:highlight w:val="none"/>
        </w:rPr>
        <w:t>8.</w:t>
      </w:r>
      <w:r>
        <w:rPr>
          <w:rFonts w:hint="eastAsia" w:ascii="黑体" w:hAnsi="宋体" w:eastAsia="黑体" w:cs="黑体"/>
          <w:b/>
          <w:bCs/>
          <w:color w:val="000000"/>
          <w:highlight w:val="none"/>
        </w:rPr>
        <w:t>异议处理原则</w:t>
      </w:r>
    </w:p>
    <w:p w14:paraId="16E4758E">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14:paraId="46C8433B">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14:paraId="18A245C9">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14:paraId="42A94558">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8.3</w:t>
      </w:r>
      <w:r>
        <w:rPr>
          <w:rFonts w:hint="eastAsia" w:hAnsi="宋体"/>
          <w:color w:val="000000"/>
          <w:highlight w:val="none"/>
        </w:rPr>
        <w:t>　不予复检的情况</w:t>
      </w:r>
    </w:p>
    <w:p w14:paraId="44635A3B">
      <w:pPr>
        <w:pStyle w:val="8"/>
        <w:keepNext w:val="0"/>
        <w:keepLines w:val="0"/>
        <w:pageBreakBefore w:val="0"/>
        <w:kinsoku/>
        <w:wordWrap/>
        <w:overflowPunct/>
        <w:topLinePunct w:val="0"/>
        <w:autoSpaceDE/>
        <w:autoSpaceDN/>
        <w:bidi w:val="0"/>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）提出复检时，产品在正常贮存条件下已失效；</w:t>
      </w:r>
    </w:p>
    <w:p w14:paraId="1BE3C582">
      <w:pPr>
        <w:keepNext w:val="0"/>
        <w:keepLines w:val="0"/>
        <w:pageBreakBefore w:val="0"/>
        <w:kinsoku/>
        <w:wordWrap/>
        <w:overflowPunct/>
        <w:topLinePunct w:val="0"/>
        <w:autoSpaceDE/>
        <w:autoSpaceDN/>
        <w:bidi w:val="0"/>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6E4A62"/>
    <w:rsid w:val="00827141"/>
    <w:rsid w:val="00940248"/>
    <w:rsid w:val="00A9465E"/>
    <w:rsid w:val="00CD573C"/>
    <w:rsid w:val="00D25A85"/>
    <w:rsid w:val="00D3025C"/>
    <w:rsid w:val="00D34880"/>
    <w:rsid w:val="00E258B3"/>
    <w:rsid w:val="00EF74F6"/>
    <w:rsid w:val="016043AA"/>
    <w:rsid w:val="01687703"/>
    <w:rsid w:val="019B1886"/>
    <w:rsid w:val="01D134FA"/>
    <w:rsid w:val="022B0C4E"/>
    <w:rsid w:val="025D08EA"/>
    <w:rsid w:val="028E4F47"/>
    <w:rsid w:val="02945004"/>
    <w:rsid w:val="02F32FFC"/>
    <w:rsid w:val="030108E3"/>
    <w:rsid w:val="030376E3"/>
    <w:rsid w:val="03525F75"/>
    <w:rsid w:val="035C5045"/>
    <w:rsid w:val="035E00B9"/>
    <w:rsid w:val="039C3694"/>
    <w:rsid w:val="03BE7AAE"/>
    <w:rsid w:val="03F92894"/>
    <w:rsid w:val="043D3A95"/>
    <w:rsid w:val="044B0AD3"/>
    <w:rsid w:val="046441B2"/>
    <w:rsid w:val="04787C5D"/>
    <w:rsid w:val="04C51D3F"/>
    <w:rsid w:val="052E2890"/>
    <w:rsid w:val="05C84C14"/>
    <w:rsid w:val="05DA0179"/>
    <w:rsid w:val="0616772D"/>
    <w:rsid w:val="06DC2725"/>
    <w:rsid w:val="07124399"/>
    <w:rsid w:val="074D4D10"/>
    <w:rsid w:val="077566D6"/>
    <w:rsid w:val="078F59E9"/>
    <w:rsid w:val="07C536B1"/>
    <w:rsid w:val="07F92E63"/>
    <w:rsid w:val="08056881"/>
    <w:rsid w:val="0808754A"/>
    <w:rsid w:val="085B58CB"/>
    <w:rsid w:val="089B216C"/>
    <w:rsid w:val="08A41020"/>
    <w:rsid w:val="09063A89"/>
    <w:rsid w:val="09373214"/>
    <w:rsid w:val="098350DA"/>
    <w:rsid w:val="0AA12BB4"/>
    <w:rsid w:val="0AC21C32"/>
    <w:rsid w:val="0AD41965"/>
    <w:rsid w:val="0ADD6A6C"/>
    <w:rsid w:val="0B043FF8"/>
    <w:rsid w:val="0B185CF6"/>
    <w:rsid w:val="0B811AED"/>
    <w:rsid w:val="0BB21CA6"/>
    <w:rsid w:val="0BD0037E"/>
    <w:rsid w:val="0C6F5DE9"/>
    <w:rsid w:val="0CA05FA3"/>
    <w:rsid w:val="0D18022F"/>
    <w:rsid w:val="0DBC0BBA"/>
    <w:rsid w:val="0DFA5B87"/>
    <w:rsid w:val="0E680D42"/>
    <w:rsid w:val="0E6C4D58"/>
    <w:rsid w:val="0E835B7C"/>
    <w:rsid w:val="0EC35F79"/>
    <w:rsid w:val="0EE859DF"/>
    <w:rsid w:val="0F657030"/>
    <w:rsid w:val="0F7A0D2D"/>
    <w:rsid w:val="0FA22032"/>
    <w:rsid w:val="10507096"/>
    <w:rsid w:val="10CD30DE"/>
    <w:rsid w:val="11040E7E"/>
    <w:rsid w:val="1110368E"/>
    <w:rsid w:val="1142587A"/>
    <w:rsid w:val="117D6E2D"/>
    <w:rsid w:val="11BC387F"/>
    <w:rsid w:val="11F34DC7"/>
    <w:rsid w:val="12B56410"/>
    <w:rsid w:val="12DE7825"/>
    <w:rsid w:val="14636234"/>
    <w:rsid w:val="146D0E60"/>
    <w:rsid w:val="14C8795A"/>
    <w:rsid w:val="14ED3D4F"/>
    <w:rsid w:val="14F57313"/>
    <w:rsid w:val="1514752E"/>
    <w:rsid w:val="15E213DA"/>
    <w:rsid w:val="168B7CC4"/>
    <w:rsid w:val="1690695D"/>
    <w:rsid w:val="16B73FF5"/>
    <w:rsid w:val="16D451C7"/>
    <w:rsid w:val="16ED1B35"/>
    <w:rsid w:val="16EE49FB"/>
    <w:rsid w:val="16FC64CC"/>
    <w:rsid w:val="17771FF6"/>
    <w:rsid w:val="17DA79E9"/>
    <w:rsid w:val="1804388A"/>
    <w:rsid w:val="18245CDA"/>
    <w:rsid w:val="18A618A3"/>
    <w:rsid w:val="18F27B86"/>
    <w:rsid w:val="19121FD6"/>
    <w:rsid w:val="19947AD6"/>
    <w:rsid w:val="1A5D54D3"/>
    <w:rsid w:val="1A705206"/>
    <w:rsid w:val="1A840CB2"/>
    <w:rsid w:val="1A9D1D74"/>
    <w:rsid w:val="1AC47300"/>
    <w:rsid w:val="1ACB785D"/>
    <w:rsid w:val="1AE96D67"/>
    <w:rsid w:val="1AF35E37"/>
    <w:rsid w:val="1B0342CC"/>
    <w:rsid w:val="1B123C97"/>
    <w:rsid w:val="1B154000"/>
    <w:rsid w:val="1B184F4E"/>
    <w:rsid w:val="1B8B42C2"/>
    <w:rsid w:val="1BD712B5"/>
    <w:rsid w:val="1BF12377"/>
    <w:rsid w:val="1C985A30"/>
    <w:rsid w:val="1D3F3149"/>
    <w:rsid w:val="1DA06AD8"/>
    <w:rsid w:val="1E0D42A2"/>
    <w:rsid w:val="1F3F164B"/>
    <w:rsid w:val="1F5844BB"/>
    <w:rsid w:val="1F623A8E"/>
    <w:rsid w:val="1FF77E85"/>
    <w:rsid w:val="2022079E"/>
    <w:rsid w:val="20542ED4"/>
    <w:rsid w:val="21026DD4"/>
    <w:rsid w:val="21821CC3"/>
    <w:rsid w:val="21C22C34"/>
    <w:rsid w:val="22462CF1"/>
    <w:rsid w:val="22A7619E"/>
    <w:rsid w:val="22BD7600"/>
    <w:rsid w:val="2309444A"/>
    <w:rsid w:val="232755A8"/>
    <w:rsid w:val="23445482"/>
    <w:rsid w:val="23E427C1"/>
    <w:rsid w:val="251470D6"/>
    <w:rsid w:val="25513E86"/>
    <w:rsid w:val="25B44328"/>
    <w:rsid w:val="26D62895"/>
    <w:rsid w:val="27D66E7A"/>
    <w:rsid w:val="27E901D9"/>
    <w:rsid w:val="28732366"/>
    <w:rsid w:val="28F25980"/>
    <w:rsid w:val="29993923"/>
    <w:rsid w:val="29BB2216"/>
    <w:rsid w:val="2A2C4BB4"/>
    <w:rsid w:val="2A524929"/>
    <w:rsid w:val="2A7A5C2D"/>
    <w:rsid w:val="2A9B142A"/>
    <w:rsid w:val="2B512E32"/>
    <w:rsid w:val="2B634913"/>
    <w:rsid w:val="2BA32F62"/>
    <w:rsid w:val="2C685FD9"/>
    <w:rsid w:val="2C9805ED"/>
    <w:rsid w:val="2CFC0B7C"/>
    <w:rsid w:val="2D696584"/>
    <w:rsid w:val="2D984D48"/>
    <w:rsid w:val="2DD12008"/>
    <w:rsid w:val="2E00644A"/>
    <w:rsid w:val="2E2B3B8C"/>
    <w:rsid w:val="2E7C01C6"/>
    <w:rsid w:val="2E7F0892"/>
    <w:rsid w:val="2E9671D5"/>
    <w:rsid w:val="2F2443BA"/>
    <w:rsid w:val="2F5C3B54"/>
    <w:rsid w:val="2F6824F8"/>
    <w:rsid w:val="2F967065"/>
    <w:rsid w:val="2FD97B27"/>
    <w:rsid w:val="2FE37DD1"/>
    <w:rsid w:val="2FF81ACE"/>
    <w:rsid w:val="2FFC44A6"/>
    <w:rsid w:val="305E0209"/>
    <w:rsid w:val="30711FD2"/>
    <w:rsid w:val="310149B3"/>
    <w:rsid w:val="31123368"/>
    <w:rsid w:val="31293F09"/>
    <w:rsid w:val="313E0DFF"/>
    <w:rsid w:val="316D051A"/>
    <w:rsid w:val="317E6003"/>
    <w:rsid w:val="32285700"/>
    <w:rsid w:val="32537490"/>
    <w:rsid w:val="326571C3"/>
    <w:rsid w:val="32D072C1"/>
    <w:rsid w:val="3310712F"/>
    <w:rsid w:val="33370B5F"/>
    <w:rsid w:val="33EA5BD2"/>
    <w:rsid w:val="342B3EFB"/>
    <w:rsid w:val="344F07C1"/>
    <w:rsid w:val="346D235F"/>
    <w:rsid w:val="349F0D56"/>
    <w:rsid w:val="34BC41C0"/>
    <w:rsid w:val="350B75C4"/>
    <w:rsid w:val="366D6646"/>
    <w:rsid w:val="368D6CE8"/>
    <w:rsid w:val="37A83DDA"/>
    <w:rsid w:val="37CD3840"/>
    <w:rsid w:val="37EB016A"/>
    <w:rsid w:val="37ED4E6D"/>
    <w:rsid w:val="37F0752F"/>
    <w:rsid w:val="38797524"/>
    <w:rsid w:val="390F1C37"/>
    <w:rsid w:val="392456E2"/>
    <w:rsid w:val="3A06128C"/>
    <w:rsid w:val="3A241712"/>
    <w:rsid w:val="3A3C6A5B"/>
    <w:rsid w:val="3AF86E26"/>
    <w:rsid w:val="3B31058A"/>
    <w:rsid w:val="3B7D732B"/>
    <w:rsid w:val="3BE92B6C"/>
    <w:rsid w:val="3C131A3E"/>
    <w:rsid w:val="3C285068"/>
    <w:rsid w:val="3C3F2833"/>
    <w:rsid w:val="3CB40325"/>
    <w:rsid w:val="3CD1792F"/>
    <w:rsid w:val="3CF4186F"/>
    <w:rsid w:val="3D78424E"/>
    <w:rsid w:val="3D850719"/>
    <w:rsid w:val="3E492B15"/>
    <w:rsid w:val="3EF913BF"/>
    <w:rsid w:val="3F3E6DD2"/>
    <w:rsid w:val="3F485EA2"/>
    <w:rsid w:val="3F5D7549"/>
    <w:rsid w:val="3FB42F10"/>
    <w:rsid w:val="3FCC67B9"/>
    <w:rsid w:val="3FF37BBC"/>
    <w:rsid w:val="3FF83425"/>
    <w:rsid w:val="40A75A1F"/>
    <w:rsid w:val="41EF2605"/>
    <w:rsid w:val="42073DF3"/>
    <w:rsid w:val="423A7D24"/>
    <w:rsid w:val="424E557E"/>
    <w:rsid w:val="427F1BDB"/>
    <w:rsid w:val="429F227D"/>
    <w:rsid w:val="42A63E51"/>
    <w:rsid w:val="430D5439"/>
    <w:rsid w:val="4485251C"/>
    <w:rsid w:val="44D80E18"/>
    <w:rsid w:val="45717F01"/>
    <w:rsid w:val="464C0026"/>
    <w:rsid w:val="467714A8"/>
    <w:rsid w:val="46B04A59"/>
    <w:rsid w:val="47017063"/>
    <w:rsid w:val="47727F60"/>
    <w:rsid w:val="477C2B8D"/>
    <w:rsid w:val="4780267D"/>
    <w:rsid w:val="47E647C7"/>
    <w:rsid w:val="48645AFB"/>
    <w:rsid w:val="48AC1250"/>
    <w:rsid w:val="49090450"/>
    <w:rsid w:val="49431BB4"/>
    <w:rsid w:val="49B4660E"/>
    <w:rsid w:val="4A4831FA"/>
    <w:rsid w:val="4A4A6F73"/>
    <w:rsid w:val="4A7144FF"/>
    <w:rsid w:val="4AFE4A22"/>
    <w:rsid w:val="4B531E57"/>
    <w:rsid w:val="4BA17066"/>
    <w:rsid w:val="4BC30D8B"/>
    <w:rsid w:val="4C69762C"/>
    <w:rsid w:val="4CBB4158"/>
    <w:rsid w:val="4CDB2104"/>
    <w:rsid w:val="4D40640B"/>
    <w:rsid w:val="4D7F6F33"/>
    <w:rsid w:val="4D926C66"/>
    <w:rsid w:val="4DF22FBE"/>
    <w:rsid w:val="4E157897"/>
    <w:rsid w:val="4E352998"/>
    <w:rsid w:val="4E622D4B"/>
    <w:rsid w:val="4EAC3D58"/>
    <w:rsid w:val="4F2C4E99"/>
    <w:rsid w:val="4FA8223C"/>
    <w:rsid w:val="500656EA"/>
    <w:rsid w:val="50100316"/>
    <w:rsid w:val="504B134F"/>
    <w:rsid w:val="5079410E"/>
    <w:rsid w:val="513314DF"/>
    <w:rsid w:val="51D834B3"/>
    <w:rsid w:val="521C11F4"/>
    <w:rsid w:val="522A0BAA"/>
    <w:rsid w:val="527C7EE5"/>
    <w:rsid w:val="534C7CB4"/>
    <w:rsid w:val="53C102E6"/>
    <w:rsid w:val="540463E4"/>
    <w:rsid w:val="541D456A"/>
    <w:rsid w:val="54322F51"/>
    <w:rsid w:val="54680721"/>
    <w:rsid w:val="548B2661"/>
    <w:rsid w:val="548C0166"/>
    <w:rsid w:val="558330E1"/>
    <w:rsid w:val="56262642"/>
    <w:rsid w:val="56322104"/>
    <w:rsid w:val="567E247E"/>
    <w:rsid w:val="56CD6F61"/>
    <w:rsid w:val="56FD623A"/>
    <w:rsid w:val="576A47B0"/>
    <w:rsid w:val="5798756F"/>
    <w:rsid w:val="57E75E01"/>
    <w:rsid w:val="58035A91"/>
    <w:rsid w:val="582F5691"/>
    <w:rsid w:val="58CE6FC1"/>
    <w:rsid w:val="58E84B16"/>
    <w:rsid w:val="597E2795"/>
    <w:rsid w:val="5A2D510D"/>
    <w:rsid w:val="5A7C4F26"/>
    <w:rsid w:val="5A9F29C3"/>
    <w:rsid w:val="5ABF12B7"/>
    <w:rsid w:val="5AE66844"/>
    <w:rsid w:val="5B2B06FA"/>
    <w:rsid w:val="5B2E0197"/>
    <w:rsid w:val="5B547C51"/>
    <w:rsid w:val="5BA04C44"/>
    <w:rsid w:val="5BD448EE"/>
    <w:rsid w:val="5BDE576D"/>
    <w:rsid w:val="5C1E3DBB"/>
    <w:rsid w:val="5CDD5A24"/>
    <w:rsid w:val="5D0A1D33"/>
    <w:rsid w:val="5D700646"/>
    <w:rsid w:val="5DEF5A0F"/>
    <w:rsid w:val="5DF21606"/>
    <w:rsid w:val="5E2002BE"/>
    <w:rsid w:val="5E79352B"/>
    <w:rsid w:val="5E946B2E"/>
    <w:rsid w:val="5F571ABE"/>
    <w:rsid w:val="5F6B1684"/>
    <w:rsid w:val="5FFE63DD"/>
    <w:rsid w:val="605E6E7C"/>
    <w:rsid w:val="6094289E"/>
    <w:rsid w:val="60E750C3"/>
    <w:rsid w:val="60ED7A04"/>
    <w:rsid w:val="61271964"/>
    <w:rsid w:val="61B95623"/>
    <w:rsid w:val="61D373F6"/>
    <w:rsid w:val="61F23D20"/>
    <w:rsid w:val="624A3B5C"/>
    <w:rsid w:val="629848C7"/>
    <w:rsid w:val="6300246C"/>
    <w:rsid w:val="630E6937"/>
    <w:rsid w:val="63AB062A"/>
    <w:rsid w:val="63D7141F"/>
    <w:rsid w:val="640D4E41"/>
    <w:rsid w:val="64283A29"/>
    <w:rsid w:val="64C07CA8"/>
    <w:rsid w:val="64F46DE7"/>
    <w:rsid w:val="656071F2"/>
    <w:rsid w:val="65BC200F"/>
    <w:rsid w:val="662857EB"/>
    <w:rsid w:val="6655487D"/>
    <w:rsid w:val="67653F21"/>
    <w:rsid w:val="67D31EFE"/>
    <w:rsid w:val="68B7181F"/>
    <w:rsid w:val="693964A5"/>
    <w:rsid w:val="69E07324"/>
    <w:rsid w:val="6A537326"/>
    <w:rsid w:val="6ABC311D"/>
    <w:rsid w:val="6AEA1A38"/>
    <w:rsid w:val="6B227A82"/>
    <w:rsid w:val="6B282560"/>
    <w:rsid w:val="6B286A04"/>
    <w:rsid w:val="6B3B2294"/>
    <w:rsid w:val="6B7E6624"/>
    <w:rsid w:val="6BA442DD"/>
    <w:rsid w:val="6C691DB1"/>
    <w:rsid w:val="6C81220E"/>
    <w:rsid w:val="6CF22E26"/>
    <w:rsid w:val="6D8F68C7"/>
    <w:rsid w:val="6DB4632D"/>
    <w:rsid w:val="6DF41334"/>
    <w:rsid w:val="6DF826BE"/>
    <w:rsid w:val="6E072901"/>
    <w:rsid w:val="6E337B9A"/>
    <w:rsid w:val="6E745C57"/>
    <w:rsid w:val="6EB05630"/>
    <w:rsid w:val="6EB32A89"/>
    <w:rsid w:val="6EC95E08"/>
    <w:rsid w:val="6F336BBC"/>
    <w:rsid w:val="6F773AB6"/>
    <w:rsid w:val="6F7B35A7"/>
    <w:rsid w:val="700A492A"/>
    <w:rsid w:val="70497201"/>
    <w:rsid w:val="707B68C2"/>
    <w:rsid w:val="70C508BB"/>
    <w:rsid w:val="710B095A"/>
    <w:rsid w:val="716B3CE7"/>
    <w:rsid w:val="71BF6F08"/>
    <w:rsid w:val="71DB20DB"/>
    <w:rsid w:val="71E4748A"/>
    <w:rsid w:val="726227FC"/>
    <w:rsid w:val="7294672D"/>
    <w:rsid w:val="729B7ABC"/>
    <w:rsid w:val="72AE5A41"/>
    <w:rsid w:val="72B7584D"/>
    <w:rsid w:val="72F2382E"/>
    <w:rsid w:val="73027B3B"/>
    <w:rsid w:val="730438B3"/>
    <w:rsid w:val="731955B0"/>
    <w:rsid w:val="737F3D9B"/>
    <w:rsid w:val="73DB2866"/>
    <w:rsid w:val="73F152F7"/>
    <w:rsid w:val="754206C3"/>
    <w:rsid w:val="75530FEE"/>
    <w:rsid w:val="76051E1C"/>
    <w:rsid w:val="76200A04"/>
    <w:rsid w:val="763005C4"/>
    <w:rsid w:val="76944F4E"/>
    <w:rsid w:val="771147F0"/>
    <w:rsid w:val="77130569"/>
    <w:rsid w:val="77CE623E"/>
    <w:rsid w:val="77D5456F"/>
    <w:rsid w:val="79200D1B"/>
    <w:rsid w:val="79A74FA7"/>
    <w:rsid w:val="79E63D12"/>
    <w:rsid w:val="7A142670"/>
    <w:rsid w:val="7B3311D9"/>
    <w:rsid w:val="7B3B1E3C"/>
    <w:rsid w:val="7BC66C14"/>
    <w:rsid w:val="7C024881"/>
    <w:rsid w:val="7C067359"/>
    <w:rsid w:val="7C6158D2"/>
    <w:rsid w:val="7C94028B"/>
    <w:rsid w:val="7CC64167"/>
    <w:rsid w:val="7D00333D"/>
    <w:rsid w:val="7D3905FD"/>
    <w:rsid w:val="7D67516A"/>
    <w:rsid w:val="7D9F3BC8"/>
    <w:rsid w:val="7DB55ED6"/>
    <w:rsid w:val="7EA63E49"/>
    <w:rsid w:val="7EB41680"/>
    <w:rsid w:val="7EC87E8B"/>
    <w:rsid w:val="7FC56178"/>
    <w:rsid w:val="7FD25F1B"/>
    <w:rsid w:val="7FF645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线 2"/>
        <o:r id="V:Rule2" type="connector" idref="#直线 3"/>
        <o:r id="V:Rule3" type="connector" idref="#自选图形 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locked/>
    <w:uiPriority w:val="99"/>
    <w:pPr>
      <w:spacing w:after="120"/>
      <w:ind w:left="420" w:leftChars="200"/>
    </w:pPr>
  </w:style>
  <w:style w:type="paragraph" w:styleId="4">
    <w:name w:val="table of authorities"/>
    <w:basedOn w:val="1"/>
    <w:next w:val="1"/>
    <w:semiHidden/>
    <w:qFormat/>
    <w:locked/>
    <w:uiPriority w:val="99"/>
    <w:pPr>
      <w:ind w:left="420" w:leftChars="200"/>
    </w:pPr>
  </w:style>
  <w:style w:type="paragraph" w:styleId="5">
    <w:name w:val="Note Heading"/>
    <w:basedOn w:val="1"/>
    <w:next w:val="1"/>
    <w:link w:val="28"/>
    <w:qFormat/>
    <w:locked/>
    <w:uiPriority w:val="99"/>
    <w:pPr>
      <w:jc w:val="center"/>
    </w:pPr>
  </w:style>
  <w:style w:type="paragraph" w:styleId="6">
    <w:name w:val="Normal Indent"/>
    <w:basedOn w:val="1"/>
    <w:next w:val="1"/>
    <w:qFormat/>
    <w:locked/>
    <w:uiPriority w:val="0"/>
    <w:pPr>
      <w:ind w:firstLine="420"/>
    </w:pPr>
    <w:rPr>
      <w:szCs w:val="20"/>
    </w:r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9"/>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sz w:val="18"/>
    </w:rPr>
  </w:style>
  <w:style w:type="paragraph" w:styleId="10">
    <w:name w:val="Body Text First Indent 2"/>
    <w:basedOn w:val="2"/>
    <w:next w:val="1"/>
    <w:qFormat/>
    <w:locked/>
    <w:uiPriority w:val="0"/>
    <w:pPr>
      <w:spacing w:before="100" w:beforeAutospacing="1" w:line="420" w:lineRule="atLeast"/>
      <w:ind w:firstLine="420" w:firstLineChars="200"/>
    </w:pPr>
    <w:rPr>
      <w:rFonts w:ascii="Times New Roman" w:hAnsi="Times New Roman"/>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FollowedHyperlink"/>
    <w:basedOn w:val="13"/>
    <w:qFormat/>
    <w:uiPriority w:val="99"/>
    <w:rPr>
      <w:color w:val="auto"/>
      <w:u w:val="none"/>
    </w:rPr>
  </w:style>
  <w:style w:type="character" w:styleId="16">
    <w:name w:val="Emphasis"/>
    <w:basedOn w:val="13"/>
    <w:qFormat/>
    <w:uiPriority w:val="99"/>
  </w:style>
  <w:style w:type="character" w:styleId="17">
    <w:name w:val="HTML Definition"/>
    <w:basedOn w:val="13"/>
    <w:qFormat/>
    <w:uiPriority w:val="99"/>
  </w:style>
  <w:style w:type="character" w:styleId="18">
    <w:name w:val="HTML Variable"/>
    <w:basedOn w:val="13"/>
    <w:qFormat/>
    <w:uiPriority w:val="99"/>
  </w:style>
  <w:style w:type="character" w:styleId="19">
    <w:name w:val="Hyperlink"/>
    <w:basedOn w:val="13"/>
    <w:qFormat/>
    <w:uiPriority w:val="99"/>
    <w:rPr>
      <w:color w:val="auto"/>
      <w:u w:val="none"/>
    </w:rPr>
  </w:style>
  <w:style w:type="character" w:styleId="20">
    <w:name w:val="HTML Code"/>
    <w:basedOn w:val="13"/>
    <w:qFormat/>
    <w:uiPriority w:val="99"/>
    <w:rPr>
      <w:rFonts w:ascii="serif" w:hAnsi="serif" w:cs="serif"/>
      <w:sz w:val="21"/>
      <w:szCs w:val="21"/>
    </w:rPr>
  </w:style>
  <w:style w:type="character" w:styleId="21">
    <w:name w:val="HTML Cite"/>
    <w:basedOn w:val="13"/>
    <w:qFormat/>
    <w:uiPriority w:val="99"/>
  </w:style>
  <w:style w:type="character" w:styleId="22">
    <w:name w:val="HTML Keyboard"/>
    <w:basedOn w:val="13"/>
    <w:qFormat/>
    <w:uiPriority w:val="99"/>
    <w:rPr>
      <w:rFonts w:ascii="serif" w:hAnsi="serif" w:cs="serif"/>
      <w:sz w:val="21"/>
      <w:szCs w:val="21"/>
    </w:rPr>
  </w:style>
  <w:style w:type="character" w:styleId="23">
    <w:name w:val="HTML Sample"/>
    <w:basedOn w:val="13"/>
    <w:qFormat/>
    <w:uiPriority w:val="99"/>
    <w:rPr>
      <w:rFonts w:ascii="serif" w:hAnsi="serif" w:cs="serif"/>
      <w:sz w:val="21"/>
      <w:szCs w:val="21"/>
    </w:rPr>
  </w:style>
  <w:style w:type="paragraph" w:customStyle="1" w:styleId="24">
    <w:name w:val="列出段落11"/>
    <w:basedOn w:val="1"/>
    <w:qFormat/>
    <w:uiPriority w:val="99"/>
    <w:pPr>
      <w:ind w:firstLine="420" w:firstLineChars="200"/>
    </w:pPr>
    <w:rPr>
      <w:rFonts w:ascii="Calibri" w:hAnsi="Calibri" w:cs="Calibri"/>
    </w:rPr>
  </w:style>
  <w:style w:type="paragraph" w:customStyle="1" w:styleId="25">
    <w:name w:val="样式 标题 3 + (中文) 黑体 小四 非加粗 段前: 7.8 磅 段后: 0 磅 行距: 固定值 20 磅"/>
    <w:basedOn w:val="3"/>
    <w:next w:val="9"/>
    <w:qFormat/>
    <w:uiPriority w:val="0"/>
    <w:pPr>
      <w:spacing w:before="0" w:after="0" w:line="400" w:lineRule="exact"/>
    </w:pPr>
    <w:rPr>
      <w:rFonts w:eastAsia="黑体"/>
      <w:b w:val="0"/>
      <w:sz w:val="24"/>
      <w:szCs w:val="20"/>
    </w:rPr>
  </w:style>
  <w:style w:type="paragraph" w:customStyle="1" w:styleId="2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27">
    <w:name w:val="列出段落1"/>
    <w:basedOn w:val="1"/>
    <w:qFormat/>
    <w:uiPriority w:val="99"/>
    <w:pPr>
      <w:ind w:firstLine="420" w:firstLineChars="200"/>
    </w:pPr>
    <w:rPr>
      <w:rFonts w:ascii="Calibri" w:hAnsi="Calibri" w:cs="Calibri"/>
    </w:rPr>
  </w:style>
  <w:style w:type="character" w:customStyle="1" w:styleId="28">
    <w:name w:val="Note Heading Char"/>
    <w:basedOn w:val="13"/>
    <w:link w:val="5"/>
    <w:semiHidden/>
    <w:qFormat/>
    <w:uiPriority w:val="99"/>
    <w:rPr>
      <w:szCs w:val="21"/>
    </w:rPr>
  </w:style>
  <w:style w:type="character" w:customStyle="1" w:styleId="29">
    <w:name w:val="Plain Text Char"/>
    <w:basedOn w:val="13"/>
    <w:link w:val="8"/>
    <w:semiHidden/>
    <w:qFormat/>
    <w:locked/>
    <w:uiPriority w:val="99"/>
    <w:rPr>
      <w:rFonts w:ascii="宋体" w:hAnsi="Courier New" w:cs="宋体"/>
      <w:sz w:val="21"/>
      <w:szCs w:val="21"/>
    </w:rPr>
  </w:style>
  <w:style w:type="paragraph" w:customStyle="1" w:styleId="30">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1">
    <w:name w:val="fontborder"/>
    <w:basedOn w:val="13"/>
    <w:qFormat/>
    <w:uiPriority w:val="99"/>
    <w:rPr>
      <w:bdr w:val="single" w:color="000000" w:sz="6" w:space="0"/>
    </w:rPr>
  </w:style>
  <w:style w:type="character" w:customStyle="1" w:styleId="32">
    <w:name w:val="fontstrikethrough"/>
    <w:basedOn w:val="13"/>
    <w:qFormat/>
    <w:uiPriority w:val="99"/>
    <w:rPr>
      <w:strik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Pages>
  <Words>1962</Words>
  <Characters>2144</Characters>
  <Lines>0</Lines>
  <Paragraphs>0</Paragraphs>
  <TotalTime>0</TotalTime>
  <ScaleCrop>false</ScaleCrop>
  <LinksUpToDate>false</LinksUpToDate>
  <CharactersWithSpaces>2167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2025-06-19T06:52:28Z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C4247D04D33A4F25A63E02D9C4FB2929</vt:lpwstr>
  </property>
  <property fmtid="{D5CDD505-2E9C-101B-9397-08002B2CF9AE}" pid="4" name="KSOTemplateDocerSaveRecord">
    <vt:lpwstr>eyJoZGlkIjoiNzc0MTY5ZWZkMWRiZTVmYTYzZTQ5MWFhZmRhZTBhMjEiLCJ1c2VySWQiOiI1NDMxMTk2OTYifQ==</vt:lpwstr>
  </property>
</Properties>
</file>